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121" w:rsidRDefault="00EA1121" w:rsidP="00410DC3">
      <w:pPr>
        <w:jc w:val="center"/>
        <w:rPr>
          <w:sz w:val="32"/>
          <w:szCs w:val="32"/>
        </w:rPr>
      </w:pPr>
      <w:r w:rsidRPr="00410DC3">
        <w:rPr>
          <w:sz w:val="32"/>
          <w:szCs w:val="32"/>
        </w:rPr>
        <w:t>МИНИСТЕРСТВО ПО ДЕЛАМ МОЛОДЕЖИ</w:t>
      </w:r>
      <w:r>
        <w:rPr>
          <w:sz w:val="32"/>
          <w:szCs w:val="32"/>
        </w:rPr>
        <w:t>,</w:t>
      </w:r>
      <w:r w:rsidRPr="00410DC3">
        <w:rPr>
          <w:sz w:val="32"/>
          <w:szCs w:val="32"/>
        </w:rPr>
        <w:t xml:space="preserve"> СПОРТУ И ТУРИЗМУ </w:t>
      </w:r>
      <w:r w:rsidRPr="00162A82">
        <w:rPr>
          <w:sz w:val="32"/>
          <w:szCs w:val="32"/>
        </w:rPr>
        <w:t>Р</w:t>
      </w:r>
      <w:r>
        <w:rPr>
          <w:sz w:val="32"/>
          <w:szCs w:val="32"/>
        </w:rPr>
        <w:t xml:space="preserve">ЕСПУБЛИКИ ТАТАРСТАН </w:t>
      </w:r>
    </w:p>
    <w:p w:rsidR="00EA1121" w:rsidRPr="00410DC3" w:rsidRDefault="00EA1121" w:rsidP="00410DC3">
      <w:pPr>
        <w:jc w:val="center"/>
        <w:rPr>
          <w:sz w:val="32"/>
          <w:szCs w:val="32"/>
        </w:rPr>
      </w:pPr>
      <w:r>
        <w:rPr>
          <w:sz w:val="32"/>
          <w:szCs w:val="32"/>
        </w:rPr>
        <w:t>ЦЕНТР ФИЗИЧЕСКОЙ ПОДГОТОВКИ</w:t>
      </w:r>
    </w:p>
    <w:p w:rsidR="00EA1121" w:rsidRPr="00410DC3" w:rsidRDefault="00EA1121" w:rsidP="009871B3">
      <w:pPr>
        <w:tabs>
          <w:tab w:val="left" w:pos="10384"/>
        </w:tabs>
        <w:rPr>
          <w:sz w:val="36"/>
          <w:szCs w:val="36"/>
        </w:rPr>
      </w:pPr>
      <w:r>
        <w:rPr>
          <w:sz w:val="36"/>
          <w:szCs w:val="36"/>
        </w:rPr>
        <w:tab/>
      </w:r>
    </w:p>
    <w:p w:rsidR="00EA1121" w:rsidRPr="00410DC3" w:rsidRDefault="00EA1121">
      <w:pPr>
        <w:rPr>
          <w:sz w:val="36"/>
          <w:szCs w:val="36"/>
        </w:rPr>
      </w:pPr>
    </w:p>
    <w:p w:rsidR="00EA1121" w:rsidRDefault="00EA1121" w:rsidP="00D6093F">
      <w:pPr>
        <w:jc w:val="center"/>
        <w:rPr>
          <w:b/>
          <w:sz w:val="48"/>
          <w:szCs w:val="48"/>
        </w:rPr>
      </w:pPr>
    </w:p>
    <w:p w:rsidR="00EA1121" w:rsidRDefault="00EA1121" w:rsidP="00D6093F">
      <w:pPr>
        <w:jc w:val="center"/>
        <w:rPr>
          <w:b/>
          <w:sz w:val="48"/>
          <w:szCs w:val="48"/>
        </w:rPr>
      </w:pPr>
    </w:p>
    <w:p w:rsidR="00EA1121" w:rsidRDefault="00EA1121" w:rsidP="00D6093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ЛЕТНЕЕ ЛИЧНОЕ </w:t>
      </w:r>
      <w:r w:rsidRPr="00E87847">
        <w:rPr>
          <w:b/>
          <w:sz w:val="48"/>
          <w:szCs w:val="48"/>
        </w:rPr>
        <w:t xml:space="preserve">ПЕРВЕНСТВО </w:t>
      </w:r>
      <w:r>
        <w:rPr>
          <w:b/>
          <w:sz w:val="48"/>
          <w:szCs w:val="48"/>
        </w:rPr>
        <w:t xml:space="preserve">РТ </w:t>
      </w:r>
    </w:p>
    <w:p w:rsidR="00EA1121" w:rsidRDefault="00EA1121" w:rsidP="00D6093F">
      <w:pPr>
        <w:jc w:val="center"/>
        <w:rPr>
          <w:b/>
          <w:sz w:val="48"/>
          <w:szCs w:val="48"/>
        </w:rPr>
      </w:pPr>
      <w:r w:rsidRPr="00E87847">
        <w:rPr>
          <w:b/>
          <w:sz w:val="48"/>
          <w:szCs w:val="48"/>
        </w:rPr>
        <w:t>ПО</w:t>
      </w:r>
      <w:r>
        <w:rPr>
          <w:b/>
          <w:sz w:val="48"/>
          <w:szCs w:val="48"/>
        </w:rPr>
        <w:t xml:space="preserve"> ЛЕГКОЙ АТЛЕТИКЕ </w:t>
      </w:r>
    </w:p>
    <w:p w:rsidR="00EA1121" w:rsidRPr="002B4146" w:rsidRDefault="00EA1121" w:rsidP="00D6093F">
      <w:pPr>
        <w:jc w:val="center"/>
        <w:rPr>
          <w:b/>
          <w:sz w:val="48"/>
          <w:szCs w:val="48"/>
        </w:rPr>
      </w:pPr>
      <w:r w:rsidRPr="00E87847">
        <w:rPr>
          <w:b/>
          <w:sz w:val="48"/>
          <w:szCs w:val="48"/>
        </w:rPr>
        <w:t xml:space="preserve">СРЕДИ </w:t>
      </w:r>
      <w:r>
        <w:rPr>
          <w:b/>
          <w:sz w:val="48"/>
          <w:szCs w:val="48"/>
        </w:rPr>
        <w:t>ЮНИОРОВ ДО 20 ЛЕТ и МОЛОДЕЖИ ДО 23 ЛЕТ</w:t>
      </w:r>
      <w:r w:rsidRPr="002B4146">
        <w:rPr>
          <w:b/>
          <w:sz w:val="48"/>
          <w:szCs w:val="48"/>
        </w:rPr>
        <w:t xml:space="preserve"> </w:t>
      </w:r>
    </w:p>
    <w:p w:rsidR="00EA1121" w:rsidRDefault="00EA1121" w:rsidP="0030734E">
      <w:pPr>
        <w:jc w:val="center"/>
        <w:rPr>
          <w:b/>
          <w:sz w:val="36"/>
          <w:szCs w:val="36"/>
        </w:rPr>
      </w:pPr>
    </w:p>
    <w:p w:rsidR="00EA1121" w:rsidRDefault="00EA1121" w:rsidP="0030734E">
      <w:pPr>
        <w:jc w:val="center"/>
        <w:rPr>
          <w:b/>
          <w:sz w:val="36"/>
          <w:szCs w:val="36"/>
        </w:rPr>
      </w:pPr>
      <w:r w:rsidRPr="001F7838">
        <w:rPr>
          <w:b/>
          <w:noProof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РТ" style="width:135.75pt;height:118.5pt;visibility:visible">
            <v:imagedata r:id="rId4" o:title=""/>
          </v:shape>
        </w:pict>
      </w:r>
      <w:r>
        <w:rPr>
          <w:b/>
          <w:sz w:val="36"/>
          <w:szCs w:val="36"/>
        </w:rPr>
        <w:t xml:space="preserve">      </w:t>
      </w:r>
    </w:p>
    <w:p w:rsidR="00EA1121" w:rsidRPr="00410DC3" w:rsidRDefault="00EA1121" w:rsidP="0030734E">
      <w:pPr>
        <w:jc w:val="center"/>
        <w:rPr>
          <w:b/>
          <w:sz w:val="36"/>
          <w:szCs w:val="36"/>
        </w:rPr>
      </w:pPr>
    </w:p>
    <w:p w:rsidR="00EA1121" w:rsidRPr="00410DC3" w:rsidRDefault="00EA1121">
      <w:pPr>
        <w:rPr>
          <w:sz w:val="36"/>
          <w:szCs w:val="36"/>
        </w:rPr>
      </w:pPr>
    </w:p>
    <w:p w:rsidR="00EA1121" w:rsidRPr="00D6093F" w:rsidRDefault="00EA1121" w:rsidP="00D6093F">
      <w:pPr>
        <w:jc w:val="center"/>
        <w:rPr>
          <w:b/>
          <w:sz w:val="48"/>
          <w:szCs w:val="48"/>
        </w:rPr>
      </w:pPr>
    </w:p>
    <w:p w:rsidR="00EA1121" w:rsidRPr="00410DC3" w:rsidRDefault="00EA1121">
      <w:pPr>
        <w:rPr>
          <w:b/>
          <w:sz w:val="36"/>
          <w:szCs w:val="36"/>
        </w:rPr>
      </w:pPr>
    </w:p>
    <w:p w:rsidR="00EA1121" w:rsidRPr="00410DC3" w:rsidRDefault="00EA1121">
      <w:pPr>
        <w:rPr>
          <w:b/>
          <w:sz w:val="36"/>
          <w:szCs w:val="36"/>
        </w:rPr>
      </w:pPr>
    </w:p>
    <w:p w:rsidR="00EA1121" w:rsidRDefault="00EA1121" w:rsidP="00410DC3">
      <w:pPr>
        <w:jc w:val="center"/>
        <w:rPr>
          <w:b/>
          <w:sz w:val="32"/>
          <w:szCs w:val="32"/>
        </w:rPr>
      </w:pPr>
    </w:p>
    <w:p w:rsidR="00EA1121" w:rsidRPr="00410DC3" w:rsidRDefault="00EA1121" w:rsidP="00410DC3">
      <w:pPr>
        <w:jc w:val="center"/>
        <w:rPr>
          <w:sz w:val="32"/>
          <w:szCs w:val="32"/>
        </w:rPr>
      </w:pPr>
      <w:r>
        <w:rPr>
          <w:sz w:val="32"/>
          <w:szCs w:val="32"/>
        </w:rPr>
        <w:t>КАЗАНЬ</w:t>
      </w:r>
      <w:r w:rsidRPr="00410DC3">
        <w:rPr>
          <w:sz w:val="32"/>
          <w:szCs w:val="32"/>
        </w:rPr>
        <w:t xml:space="preserve">, </w:t>
      </w:r>
      <w:r>
        <w:rPr>
          <w:sz w:val="32"/>
          <w:szCs w:val="32"/>
        </w:rPr>
        <w:t>ЦЕНТРАЛЬНЫЙ СТАДИОН</w:t>
      </w:r>
    </w:p>
    <w:p w:rsidR="00EA1121" w:rsidRPr="00410DC3" w:rsidRDefault="00EA1121" w:rsidP="00410DC3">
      <w:pPr>
        <w:jc w:val="center"/>
        <w:rPr>
          <w:sz w:val="32"/>
          <w:szCs w:val="32"/>
        </w:rPr>
      </w:pPr>
      <w:r>
        <w:rPr>
          <w:sz w:val="32"/>
          <w:szCs w:val="32"/>
        </w:rPr>
        <w:t>25-27 МАЯ 2014г.</w:t>
      </w:r>
    </w:p>
    <w:sectPr w:rsidR="00EA1121" w:rsidRPr="00410DC3" w:rsidSect="007E74A8">
      <w:pgSz w:w="16838" w:h="11906" w:orient="landscape" w:code="9"/>
      <w:pgMar w:top="839" w:right="1134" w:bottom="505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0DC3"/>
    <w:rsid w:val="00091FD1"/>
    <w:rsid w:val="00096380"/>
    <w:rsid w:val="00150428"/>
    <w:rsid w:val="00162A82"/>
    <w:rsid w:val="001F7838"/>
    <w:rsid w:val="002B4146"/>
    <w:rsid w:val="0030734E"/>
    <w:rsid w:val="00340764"/>
    <w:rsid w:val="003907BA"/>
    <w:rsid w:val="003A67B5"/>
    <w:rsid w:val="003C7BC6"/>
    <w:rsid w:val="00410DC3"/>
    <w:rsid w:val="004F7916"/>
    <w:rsid w:val="005F6194"/>
    <w:rsid w:val="007D051C"/>
    <w:rsid w:val="007E74A8"/>
    <w:rsid w:val="009871B3"/>
    <w:rsid w:val="009D2F61"/>
    <w:rsid w:val="00A653D0"/>
    <w:rsid w:val="00B16DA3"/>
    <w:rsid w:val="00B33C7F"/>
    <w:rsid w:val="00BD6A21"/>
    <w:rsid w:val="00C81148"/>
    <w:rsid w:val="00D6093F"/>
    <w:rsid w:val="00E87847"/>
    <w:rsid w:val="00EA1121"/>
    <w:rsid w:val="00F5410C"/>
    <w:rsid w:val="00F91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A2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3907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90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38</Words>
  <Characters>221</Characters>
  <Application>Microsoft Office Outlook</Application>
  <DocSecurity>0</DocSecurity>
  <Lines>0</Lines>
  <Paragraphs>0</Paragraphs>
  <ScaleCrop>false</ScaleCrop>
  <Company>Центральный стадион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ДЕЛАМ МОЛОДЕЖИ СПОРТУ И ТУРИЗМУ РТ</dc:title>
  <dc:subject/>
  <dc:creator>спортивно-массовый отдел</dc:creator>
  <cp:keywords/>
  <dc:description/>
  <cp:lastModifiedBy>Завуч</cp:lastModifiedBy>
  <cp:revision>4</cp:revision>
  <cp:lastPrinted>2014-05-28T06:11:00Z</cp:lastPrinted>
  <dcterms:created xsi:type="dcterms:W3CDTF">2014-05-21T07:20:00Z</dcterms:created>
  <dcterms:modified xsi:type="dcterms:W3CDTF">2014-05-28T06:14:00Z</dcterms:modified>
</cp:coreProperties>
</file>